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4D19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373A747A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58932F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2187CC2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71AF5585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6E70C45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7729A66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E1CB69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4536B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250CD77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20E736E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13232A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DCF133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C2185F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5D1E26A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8BDDCA9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6C7333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3055798" w14:textId="494DC394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</w:t>
      </w:r>
      <w:r w:rsidR="007B1BE9">
        <w:rPr>
          <w:rFonts w:hAnsi="ＭＳ 明朝" w:hint="eastAsia"/>
          <w:spacing w:val="16"/>
          <w:sz w:val="21"/>
          <w:szCs w:val="21"/>
        </w:rPr>
        <w:t>新規</w:t>
      </w:r>
      <w:r w:rsidR="00D77316" w:rsidRPr="00D77316">
        <w:rPr>
          <w:rFonts w:hAnsi="ＭＳ 明朝" w:hint="eastAsia"/>
          <w:spacing w:val="16"/>
          <w:sz w:val="21"/>
          <w:szCs w:val="21"/>
        </w:rPr>
        <w:t>被服）の購入</w:t>
      </w:r>
    </w:p>
    <w:p w14:paraId="6EFE310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8AC502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758AF9CC" w14:textId="670D468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</w:t>
      </w:r>
      <w:r w:rsidR="00C40968">
        <w:rPr>
          <w:rFonts w:hAnsi="ＭＳ 明朝" w:hint="eastAsia"/>
          <w:spacing w:val="16"/>
          <w:sz w:val="21"/>
          <w:szCs w:val="21"/>
        </w:rPr>
        <w:t>７</w:t>
      </w:r>
      <w:r w:rsidR="00520537" w:rsidRPr="00C41DF3">
        <w:rPr>
          <w:rFonts w:hAnsi="ＭＳ 明朝" w:hint="eastAsia"/>
          <w:spacing w:val="16"/>
          <w:sz w:val="21"/>
          <w:szCs w:val="21"/>
        </w:rPr>
        <w:t>年</w:t>
      </w:r>
      <w:r w:rsidR="00FD5C44">
        <w:rPr>
          <w:rFonts w:hAnsi="ＭＳ 明朝" w:hint="eastAsia"/>
          <w:spacing w:val="16"/>
          <w:sz w:val="21"/>
          <w:szCs w:val="21"/>
        </w:rPr>
        <w:t>１</w:t>
      </w:r>
      <w:r w:rsidR="00AB16C3">
        <w:rPr>
          <w:rFonts w:hAnsi="ＭＳ 明朝" w:hint="eastAsia"/>
          <w:spacing w:val="16"/>
          <w:sz w:val="21"/>
          <w:szCs w:val="21"/>
        </w:rPr>
        <w:t>１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C40968">
        <w:rPr>
          <w:rFonts w:hAnsi="ＭＳ 明朝" w:hint="eastAsia"/>
          <w:spacing w:val="16"/>
          <w:sz w:val="21"/>
          <w:szCs w:val="21"/>
        </w:rPr>
        <w:t>５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AB16C3">
        <w:rPr>
          <w:rFonts w:hAnsi="ＭＳ 明朝" w:hint="eastAsia"/>
          <w:spacing w:val="16"/>
          <w:sz w:val="21"/>
          <w:szCs w:val="21"/>
        </w:rPr>
        <w:t>水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</w:p>
    <w:p w14:paraId="6F9DF1F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9581EBF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4A037A9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844A06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18BD24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F1CFCB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619102B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2759CD3B" w14:textId="77777777" w:rsidTr="00520537">
        <w:tc>
          <w:tcPr>
            <w:tcW w:w="2456" w:type="dxa"/>
            <w:vAlign w:val="center"/>
          </w:tcPr>
          <w:p w14:paraId="5A8E00E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14C6BD5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1E1845F" w14:textId="77777777" w:rsidTr="00520537">
        <w:tc>
          <w:tcPr>
            <w:tcW w:w="2456" w:type="dxa"/>
            <w:vAlign w:val="center"/>
          </w:tcPr>
          <w:p w14:paraId="3B230D2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ABB636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F7A8E03" w14:textId="77777777" w:rsidTr="00D20A7B">
        <w:tc>
          <w:tcPr>
            <w:tcW w:w="2456" w:type="dxa"/>
            <w:vAlign w:val="center"/>
          </w:tcPr>
          <w:p w14:paraId="139FE01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7764B94E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E25D53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C710D1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80F5C0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4984DA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4C09194B" w14:textId="77777777" w:rsidTr="00520537">
        <w:tc>
          <w:tcPr>
            <w:tcW w:w="2456" w:type="dxa"/>
            <w:vAlign w:val="center"/>
          </w:tcPr>
          <w:p w14:paraId="1BA6FBB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70140B7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41C214C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6362C4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74DD7E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40602AD5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5801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250D9" w14:textId="77777777" w:rsidR="00652927" w:rsidRDefault="00652927">
      <w:r>
        <w:separator/>
      </w:r>
    </w:p>
  </w:endnote>
  <w:endnote w:type="continuationSeparator" w:id="0">
    <w:p w14:paraId="715C8E36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F270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CA9A94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EFD46" w14:textId="040CEC26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783119">
          <w:rPr>
            <w:sz w:val="21"/>
            <w:szCs w:val="21"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F4AD7" w14:textId="77777777" w:rsidR="00652927" w:rsidRDefault="00652927">
      <w:r>
        <w:separator/>
      </w:r>
    </w:p>
  </w:footnote>
  <w:footnote w:type="continuationSeparator" w:id="0">
    <w:p w14:paraId="0A09505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A0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525688">
    <w:abstractNumId w:val="4"/>
  </w:num>
  <w:num w:numId="2" w16cid:durableId="993408624">
    <w:abstractNumId w:val="0"/>
  </w:num>
  <w:num w:numId="3" w16cid:durableId="1147163355">
    <w:abstractNumId w:val="3"/>
  </w:num>
  <w:num w:numId="4" w16cid:durableId="297075773">
    <w:abstractNumId w:val="1"/>
  </w:num>
  <w:num w:numId="5" w16cid:durableId="831795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119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1BE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4B3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16C3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0968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0948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351D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C44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B43D9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272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片岡 翔希</cp:lastModifiedBy>
  <cp:revision>39</cp:revision>
  <cp:lastPrinted>2025-10-29T12:23:00Z</cp:lastPrinted>
  <dcterms:created xsi:type="dcterms:W3CDTF">2020-01-22T03:01:00Z</dcterms:created>
  <dcterms:modified xsi:type="dcterms:W3CDTF">2025-10-29T12:23:00Z</dcterms:modified>
</cp:coreProperties>
</file>